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3D4" w:rsidRDefault="008328AE">
      <w:pPr>
        <w:rPr>
          <w:rFonts w:ascii="Comic Sans MS" w:hAnsi="Comic Sans MS"/>
        </w:rPr>
      </w:pPr>
      <w:r>
        <w:rPr>
          <w:rFonts w:ascii="Comic Sans MS" w:hAnsi="Comic Sans MS"/>
        </w:rPr>
        <w:t>4.4 Review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Name ________________________</w:t>
      </w:r>
    </w:p>
    <w:p w:rsidR="008328AE" w:rsidRDefault="008328AE">
      <w:pPr>
        <w:rPr>
          <w:rFonts w:ascii="Comic Sans MS" w:hAnsi="Comic Sans MS"/>
        </w:rPr>
      </w:pPr>
    </w:p>
    <w:p w:rsidR="008328AE" w:rsidRDefault="008328AE">
      <w:pPr>
        <w:rPr>
          <w:rFonts w:ascii="Comic Sans MS" w:hAnsi="Comic Sans MS"/>
        </w:rPr>
      </w:pPr>
    </w:p>
    <w:p w:rsidR="008328AE" w:rsidRDefault="008328AE" w:rsidP="008328AE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Find the remaining five trigonometric functions of θ satisfying the given conditions</w:t>
      </w:r>
    </w:p>
    <w:p w:rsidR="008328AE" w:rsidRDefault="008328AE" w:rsidP="008328AE">
      <w:pPr>
        <w:ind w:left="2160"/>
        <w:rPr>
          <w:rFonts w:ascii="Comic Sans MS" w:hAnsi="Comic Sans MS"/>
        </w:rPr>
      </w:pPr>
      <w:r>
        <w:rPr>
          <w:rFonts w:ascii="Comic Sans MS" w:hAnsi="Comic Sans MS"/>
        </w:rPr>
        <w:t>Sec θ = 6/5</w:t>
      </w:r>
      <w:proofErr w:type="gramStart"/>
      <w:r>
        <w:rPr>
          <w:rFonts w:ascii="Comic Sans MS" w:hAnsi="Comic Sans MS"/>
        </w:rPr>
        <w:t>,  tan</w:t>
      </w:r>
      <w:proofErr w:type="gramEnd"/>
      <w:r>
        <w:rPr>
          <w:rFonts w:ascii="Comic Sans MS" w:hAnsi="Comic Sans MS"/>
        </w:rPr>
        <w:t xml:space="preserve"> θ &lt; 0</w:t>
      </w:r>
    </w:p>
    <w:p w:rsidR="008328AE" w:rsidRDefault="008328AE" w:rsidP="008328AE">
      <w:pPr>
        <w:rPr>
          <w:rFonts w:ascii="Comic Sans MS" w:hAnsi="Comic Sans MS"/>
        </w:rPr>
      </w:pPr>
    </w:p>
    <w:p w:rsidR="008328AE" w:rsidRDefault="008328AE" w:rsidP="008328AE">
      <w:pPr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Sin =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proofErr w:type="spellStart"/>
      <w:r>
        <w:rPr>
          <w:rFonts w:ascii="Comic Sans MS" w:hAnsi="Comic Sans MS"/>
        </w:rPr>
        <w:t>Csc</w:t>
      </w:r>
      <w:proofErr w:type="spellEnd"/>
      <w:r>
        <w:rPr>
          <w:rFonts w:ascii="Comic Sans MS" w:hAnsi="Comic Sans MS"/>
        </w:rPr>
        <w:t xml:space="preserve"> =</w:t>
      </w:r>
    </w:p>
    <w:p w:rsidR="008328AE" w:rsidRDefault="008328AE" w:rsidP="008328AE">
      <w:pPr>
        <w:rPr>
          <w:rFonts w:ascii="Comic Sans MS" w:hAnsi="Comic Sans MS"/>
        </w:rPr>
      </w:pPr>
    </w:p>
    <w:p w:rsidR="008328AE" w:rsidRDefault="008328AE" w:rsidP="008328AE">
      <w:pPr>
        <w:rPr>
          <w:rFonts w:ascii="Comic Sans MS" w:hAnsi="Comic Sans MS"/>
        </w:rPr>
      </w:pPr>
    </w:p>
    <w:p w:rsidR="008328AE" w:rsidRDefault="008328AE" w:rsidP="008328AE">
      <w:pPr>
        <w:rPr>
          <w:rFonts w:ascii="Comic Sans MS" w:hAnsi="Comic Sans MS"/>
        </w:rPr>
      </w:pPr>
      <w:r>
        <w:rPr>
          <w:rFonts w:ascii="Comic Sans MS" w:hAnsi="Comic Sans MS"/>
        </w:rPr>
        <w:tab/>
        <w:t>Cos=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Sec=</w:t>
      </w:r>
    </w:p>
    <w:p w:rsidR="008328AE" w:rsidRDefault="008328AE" w:rsidP="008328AE">
      <w:pPr>
        <w:rPr>
          <w:rFonts w:ascii="Comic Sans MS" w:hAnsi="Comic Sans MS"/>
        </w:rPr>
      </w:pPr>
    </w:p>
    <w:p w:rsidR="008328AE" w:rsidRDefault="008328AE" w:rsidP="008328AE">
      <w:pPr>
        <w:rPr>
          <w:rFonts w:ascii="Comic Sans MS" w:hAnsi="Comic Sans MS"/>
        </w:rPr>
      </w:pPr>
    </w:p>
    <w:p w:rsidR="008328AE" w:rsidRDefault="008328AE" w:rsidP="008328AE">
      <w:pPr>
        <w:rPr>
          <w:rFonts w:ascii="Comic Sans MS" w:hAnsi="Comic Sans MS"/>
        </w:rPr>
      </w:pPr>
      <w:r>
        <w:rPr>
          <w:rFonts w:ascii="Comic Sans MS" w:hAnsi="Comic Sans MS"/>
        </w:rPr>
        <w:tab/>
        <w:t>Tan=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Cot=</w:t>
      </w:r>
    </w:p>
    <w:p w:rsidR="008328AE" w:rsidRDefault="008328AE" w:rsidP="008328AE">
      <w:pPr>
        <w:rPr>
          <w:rFonts w:ascii="Comic Sans MS" w:hAnsi="Comic Sans MS"/>
        </w:rPr>
      </w:pPr>
    </w:p>
    <w:p w:rsidR="008328AE" w:rsidRDefault="008328AE" w:rsidP="008328AE">
      <w:pPr>
        <w:rPr>
          <w:rFonts w:ascii="Comic Sans MS" w:hAnsi="Comic Sans MS"/>
        </w:rPr>
      </w:pPr>
    </w:p>
    <w:p w:rsidR="008328AE" w:rsidRDefault="008328AE" w:rsidP="008328AE">
      <w:pPr>
        <w:rPr>
          <w:rFonts w:ascii="Comic Sans MS" w:hAnsi="Comic Sans MS"/>
        </w:rPr>
      </w:pPr>
    </w:p>
    <w:p w:rsidR="008328AE" w:rsidRDefault="008328AE" w:rsidP="008328AE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Evaluate without using a calculator.</w:t>
      </w:r>
    </w:p>
    <w:p w:rsidR="008328AE" w:rsidRDefault="008328AE" w:rsidP="008328AE">
      <w:pPr>
        <w:ind w:left="360"/>
        <w:rPr>
          <w:rFonts w:ascii="Comic Sans MS" w:hAnsi="Comic Sans MS"/>
        </w:rPr>
      </w:pPr>
    </w:p>
    <w:p w:rsidR="008328AE" w:rsidRDefault="008328AE" w:rsidP="008328AE">
      <w:pPr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Sec (π/4)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(b)  cot(-5π/6)</w:t>
      </w:r>
    </w:p>
    <w:p w:rsidR="008328AE" w:rsidRDefault="008328AE" w:rsidP="008328AE">
      <w:pPr>
        <w:ind w:left="360"/>
        <w:rPr>
          <w:rFonts w:ascii="Comic Sans MS" w:hAnsi="Comic Sans MS"/>
        </w:rPr>
      </w:pPr>
    </w:p>
    <w:p w:rsidR="008328AE" w:rsidRDefault="008328AE" w:rsidP="008328AE">
      <w:pPr>
        <w:ind w:left="360"/>
        <w:rPr>
          <w:rFonts w:ascii="Comic Sans MS" w:hAnsi="Comic Sans MS"/>
        </w:rPr>
      </w:pPr>
    </w:p>
    <w:p w:rsidR="008328AE" w:rsidRDefault="008328AE" w:rsidP="008328AE">
      <w:pPr>
        <w:ind w:left="360"/>
        <w:rPr>
          <w:rFonts w:ascii="Comic Sans MS" w:hAnsi="Comic Sans MS"/>
        </w:rPr>
      </w:pPr>
    </w:p>
    <w:p w:rsidR="008328AE" w:rsidRDefault="008328AE" w:rsidP="008328AE">
      <w:pPr>
        <w:ind w:left="360"/>
        <w:rPr>
          <w:rFonts w:ascii="Comic Sans MS" w:hAnsi="Comic Sans MS"/>
        </w:rPr>
      </w:pPr>
    </w:p>
    <w:p w:rsidR="008328AE" w:rsidRDefault="008328AE" w:rsidP="008328AE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Evaluate. Use a calculator.  Round to two decimals.</w:t>
      </w:r>
    </w:p>
    <w:p w:rsidR="008328AE" w:rsidRDefault="008328AE" w:rsidP="008328AE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Csc</w:t>
      </w:r>
      <w:proofErr w:type="spellEnd"/>
      <w:r>
        <w:rPr>
          <w:rFonts w:ascii="Comic Sans MS" w:hAnsi="Comic Sans MS"/>
        </w:rPr>
        <w:t xml:space="preserve"> (105°)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(b)  sin (-π/9)</w:t>
      </w:r>
    </w:p>
    <w:p w:rsidR="008328AE" w:rsidRDefault="008328AE" w:rsidP="008328AE">
      <w:pPr>
        <w:ind w:left="360"/>
        <w:rPr>
          <w:rFonts w:ascii="Comic Sans MS" w:hAnsi="Comic Sans MS"/>
        </w:rPr>
      </w:pPr>
    </w:p>
    <w:p w:rsidR="008328AE" w:rsidRDefault="008328AE" w:rsidP="008328AE">
      <w:pPr>
        <w:ind w:left="360"/>
        <w:rPr>
          <w:rFonts w:ascii="Comic Sans MS" w:hAnsi="Comic Sans MS"/>
        </w:rPr>
      </w:pPr>
    </w:p>
    <w:p w:rsidR="008328AE" w:rsidRDefault="008328AE" w:rsidP="008328AE">
      <w:pPr>
        <w:ind w:left="360"/>
        <w:rPr>
          <w:rFonts w:ascii="Comic Sans MS" w:hAnsi="Comic Sans MS"/>
        </w:rPr>
      </w:pPr>
    </w:p>
    <w:p w:rsidR="008328AE" w:rsidRDefault="008328AE" w:rsidP="008328AE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Find the reference angle.</w:t>
      </w:r>
    </w:p>
    <w:p w:rsidR="008328AE" w:rsidRDefault="008328AE" w:rsidP="008328AE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264°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(b)  -6π/5</w:t>
      </w:r>
    </w:p>
    <w:p w:rsidR="008328AE" w:rsidRDefault="008328AE" w:rsidP="008328AE">
      <w:pPr>
        <w:ind w:left="1080"/>
        <w:rPr>
          <w:rFonts w:ascii="Comic Sans MS" w:hAnsi="Comic Sans MS"/>
        </w:rPr>
      </w:pPr>
    </w:p>
    <w:p w:rsidR="008328AE" w:rsidRDefault="008328AE" w:rsidP="008328AE">
      <w:pPr>
        <w:ind w:left="1080"/>
        <w:rPr>
          <w:rFonts w:ascii="Comic Sans MS" w:hAnsi="Comic Sans MS"/>
        </w:rPr>
      </w:pPr>
    </w:p>
    <w:p w:rsidR="008328AE" w:rsidRDefault="008328AE" w:rsidP="008328AE">
      <w:pPr>
        <w:ind w:left="1080"/>
        <w:rPr>
          <w:rFonts w:ascii="Comic Sans MS" w:hAnsi="Comic Sans MS"/>
        </w:rPr>
      </w:pPr>
    </w:p>
    <w:p w:rsidR="008328AE" w:rsidRDefault="008328AE" w:rsidP="008328AE">
      <w:pPr>
        <w:ind w:left="1080"/>
        <w:rPr>
          <w:rFonts w:ascii="Comic Sans MS" w:hAnsi="Comic Sans MS"/>
        </w:rPr>
      </w:pPr>
    </w:p>
    <w:p w:rsidR="008328AE" w:rsidRDefault="008328AE" w:rsidP="008328AE">
      <w:pPr>
        <w:ind w:left="1080"/>
        <w:rPr>
          <w:rFonts w:ascii="Comic Sans MS" w:hAnsi="Comic Sans MS"/>
        </w:rPr>
      </w:pPr>
    </w:p>
    <w:p w:rsidR="008328AE" w:rsidRDefault="008328AE" w:rsidP="008328AE">
      <w:pPr>
        <w:ind w:left="1080"/>
        <w:rPr>
          <w:rFonts w:ascii="Comic Sans MS" w:hAnsi="Comic Sans MS"/>
        </w:rPr>
      </w:pPr>
    </w:p>
    <w:p w:rsidR="008328AE" w:rsidRPr="008328AE" w:rsidRDefault="008328AE" w:rsidP="008328AE">
      <w:pPr>
        <w:ind w:left="1080"/>
        <w:rPr>
          <w:rFonts w:ascii="Comic Sans MS" w:hAnsi="Comic Sans MS"/>
        </w:rPr>
      </w:pPr>
    </w:p>
    <w:sectPr w:rsidR="008328AE" w:rsidRPr="008328A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F60DF"/>
    <w:multiLevelType w:val="hybridMultilevel"/>
    <w:tmpl w:val="BE682040"/>
    <w:lvl w:ilvl="0" w:tplc="D65E6A12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6D7599"/>
    <w:multiLevelType w:val="hybridMultilevel"/>
    <w:tmpl w:val="11401E90"/>
    <w:lvl w:ilvl="0" w:tplc="C888BA56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28347D"/>
    <w:multiLevelType w:val="hybridMultilevel"/>
    <w:tmpl w:val="28302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8517BA"/>
    <w:multiLevelType w:val="hybridMultilevel"/>
    <w:tmpl w:val="E6DC216E"/>
    <w:lvl w:ilvl="0" w:tplc="DF821A1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characterSpacingControl w:val="doNotCompress"/>
  <w:compat/>
  <w:rsids>
    <w:rsidRoot w:val="008328AE"/>
    <w:rsid w:val="00603DEC"/>
    <w:rsid w:val="008328AE"/>
    <w:rsid w:val="00904B55"/>
    <w:rsid w:val="00E33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beason\Application%20Data\Microsoft\Templates\Normal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TotalTime>5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NBCRSD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abeason</dc:creator>
  <cp:keywords/>
  <dc:description/>
  <cp:lastModifiedBy>abeason</cp:lastModifiedBy>
  <cp:revision>1</cp:revision>
  <dcterms:created xsi:type="dcterms:W3CDTF">2009-10-09T15:33:00Z</dcterms:created>
  <dcterms:modified xsi:type="dcterms:W3CDTF">2009-10-09T15:38:00Z</dcterms:modified>
</cp:coreProperties>
</file>